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2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</w:rPr>
        <w:t>2020年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  <w:lang w:val="en-US" w:eastAsia="zh-CN"/>
        </w:rPr>
        <w:t>河北省高等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</w:rPr>
        <w:t>职业院校</w:t>
      </w:r>
      <w:r>
        <w:rPr>
          <w:rFonts w:hint="eastAsia" w:ascii="方正小标宋简体" w:hAnsi="方正小标宋简体" w:eastAsia="方正小标宋简体" w:cs="方正小标宋简体"/>
          <w:spacing w:val="0"/>
          <w:sz w:val="32"/>
          <w:szCs w:val="32"/>
          <w:lang w:eastAsia="zh-CN"/>
        </w:rPr>
        <w:t>自动化生产线安装与调试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2"/>
          <w:szCs w:val="32"/>
          <w:shd w:val="clear" w:color="auto" w:fill="FFFFFF"/>
        </w:rPr>
        <w:t>技能大赛选手电子照片表</w:t>
      </w:r>
      <w:bookmarkEnd w:id="0"/>
    </w:p>
    <w:p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hint="eastAsia" w:ascii="楷体_GB2312" w:eastAsia="楷体_GB2312"/>
          <w:b/>
          <w:color w:val="000000"/>
          <w:sz w:val="24"/>
        </w:rPr>
        <w:t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Style w:val="4"/>
        <w:tblpPr w:leftFromText="180" w:rightFromText="180" w:vertAnchor="page" w:horzAnchor="page" w:tblpXSpec="center" w:tblpY="4278"/>
        <w:tblW w:w="60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/>
    <w:p/>
    <w:p/>
    <w:p/>
    <w:p/>
    <w:p/>
    <w:p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hint="eastAsia" w:ascii="楷体_GB2312" w:eastAsia="楷体_GB2312"/>
          <w:b/>
          <w:color w:val="000000"/>
          <w:sz w:val="24"/>
        </w:rPr>
        <w:t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Style w:val="4"/>
        <w:tblpPr w:leftFromText="180" w:rightFromText="180" w:vertAnchor="page" w:horzAnchor="page" w:tblpXSpec="center" w:tblpY="4278"/>
        <w:tblW w:w="60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4"/>
        <w:tblpPr w:leftFromText="180" w:rightFromText="180" w:vertAnchor="page" w:horzAnchor="page" w:tblpXSpec="center" w:tblpY="9811"/>
        <w:tblW w:w="60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/>
    <w:p/>
    <w:p/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28C"/>
    <w:rsid w:val="00281AA6"/>
    <w:rsid w:val="002B6051"/>
    <w:rsid w:val="003C5749"/>
    <w:rsid w:val="0046674A"/>
    <w:rsid w:val="004709C3"/>
    <w:rsid w:val="005C0BD9"/>
    <w:rsid w:val="0065228C"/>
    <w:rsid w:val="006636DA"/>
    <w:rsid w:val="00810946"/>
    <w:rsid w:val="008A01D1"/>
    <w:rsid w:val="008F1C42"/>
    <w:rsid w:val="009655E0"/>
    <w:rsid w:val="00A43805"/>
    <w:rsid w:val="00AB7B68"/>
    <w:rsid w:val="00AF03BA"/>
    <w:rsid w:val="00B23FC7"/>
    <w:rsid w:val="00BD3EE5"/>
    <w:rsid w:val="00C513BB"/>
    <w:rsid w:val="00C657C4"/>
    <w:rsid w:val="00CD6AF8"/>
    <w:rsid w:val="00F42107"/>
    <w:rsid w:val="00F6783C"/>
    <w:rsid w:val="7DAA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customStyle="1" w:styleId="7">
    <w:name w:val="Head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5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22</Words>
  <Characters>128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Administrator</cp:lastModifiedBy>
  <dcterms:modified xsi:type="dcterms:W3CDTF">2019-11-22T02:58:21Z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